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71087" w14:textId="77777777" w:rsidR="00CC7DA6" w:rsidRDefault="00CC7DA6" w:rsidP="00206FAB">
      <w:r>
        <w:t>Daniel Knappe, Baumstraße 4, 80469 München</w:t>
      </w:r>
    </w:p>
    <w:p w14:paraId="2307499D" w14:textId="583D4894" w:rsidR="00CC7DA6" w:rsidRDefault="00CC7DA6" w:rsidP="00CC7DA6">
      <w:r>
        <w:t>Tel.: 089 1234567, E-Mail: daniel.knappe@net.com</w:t>
      </w:r>
    </w:p>
    <w:p w14:paraId="6CA52B82" w14:textId="77777777" w:rsidR="00CC7DA6" w:rsidRDefault="00CC7DA6" w:rsidP="00CC7DA6"/>
    <w:p w14:paraId="1B1759BD" w14:textId="77777777" w:rsidR="00206FAB" w:rsidRDefault="00206FAB" w:rsidP="00CC7DA6"/>
    <w:p w14:paraId="7427E678" w14:textId="77777777" w:rsidR="00776A90" w:rsidRDefault="00776A90" w:rsidP="00CC7DA6"/>
    <w:p w14:paraId="39C180CE" w14:textId="77777777" w:rsidR="00776A90" w:rsidRDefault="00776A90" w:rsidP="00CC7DA6"/>
    <w:p w14:paraId="69DA67DF" w14:textId="77777777" w:rsidR="00206FAB" w:rsidRDefault="00206FAB" w:rsidP="00CC7DA6"/>
    <w:p w14:paraId="699FD1DE" w14:textId="77777777" w:rsidR="00CC7DA6" w:rsidRDefault="00CC7DA6" w:rsidP="00CC7DA6">
      <w:r>
        <w:t>Motorenteile Haupt GmbH</w:t>
      </w:r>
    </w:p>
    <w:p w14:paraId="33431694" w14:textId="0A77ADED" w:rsidR="00CC7DA6" w:rsidRDefault="00CC7DA6" w:rsidP="00CC7DA6">
      <w:r>
        <w:t>Herrn André Michel</w:t>
      </w:r>
    </w:p>
    <w:p w14:paraId="2FC5F8F1" w14:textId="77777777" w:rsidR="00CC7DA6" w:rsidRDefault="00CC7DA6" w:rsidP="00CC7DA6">
      <w:r>
        <w:t>Industriestraße 27</w:t>
      </w:r>
    </w:p>
    <w:p w14:paraId="58EC12D6" w14:textId="1732F268" w:rsidR="00CC7DA6" w:rsidRDefault="00CC7DA6" w:rsidP="00CC7DA6">
      <w:r>
        <w:t>81245 München</w:t>
      </w:r>
    </w:p>
    <w:p w14:paraId="43C1AC0F" w14:textId="77777777" w:rsidR="00CC7DA6" w:rsidRDefault="00CC7DA6" w:rsidP="00CC7DA6"/>
    <w:p w14:paraId="77F298E2" w14:textId="77777777" w:rsidR="00CC7DA6" w:rsidRDefault="00CC7DA6" w:rsidP="00CC7DA6"/>
    <w:p w14:paraId="739B7B0C" w14:textId="4F773860" w:rsidR="00CC7DA6" w:rsidRDefault="00CC7DA6" w:rsidP="00CC7DA6">
      <w:pPr>
        <w:jc w:val="right"/>
      </w:pPr>
      <w:r>
        <w:t>17.1.2016</w:t>
      </w:r>
    </w:p>
    <w:p w14:paraId="30E00359" w14:textId="77777777" w:rsidR="00CC7DA6" w:rsidRDefault="00CC7DA6" w:rsidP="00CC7DA6"/>
    <w:p w14:paraId="1CED40E1" w14:textId="77777777" w:rsidR="00CC7DA6" w:rsidRDefault="00CC7DA6" w:rsidP="00CC7DA6"/>
    <w:p w14:paraId="2ECC7D5D" w14:textId="77777777" w:rsidR="00CC7DA6" w:rsidRPr="00CC7DA6" w:rsidRDefault="00CC7DA6" w:rsidP="00CC7DA6">
      <w:pPr>
        <w:rPr>
          <w:b/>
        </w:rPr>
      </w:pPr>
      <w:r w:rsidRPr="00CC7DA6">
        <w:rPr>
          <w:b/>
        </w:rPr>
        <w:t xml:space="preserve">Zuverlässiger, erfahrener Projekt-Einkäufer </w:t>
      </w:r>
      <w:proofErr w:type="spellStart"/>
      <w:r w:rsidRPr="00CC7DA6">
        <w:rPr>
          <w:b/>
        </w:rPr>
        <w:t>für</w:t>
      </w:r>
      <w:proofErr w:type="spellEnd"/>
      <w:r w:rsidRPr="00CC7DA6">
        <w:rPr>
          <w:b/>
        </w:rPr>
        <w:t xml:space="preserve"> Ihr Unternehmen</w:t>
      </w:r>
    </w:p>
    <w:p w14:paraId="75F211F4" w14:textId="2BBA970A" w:rsidR="00CC7DA6" w:rsidRPr="00CC7DA6" w:rsidRDefault="00CC7DA6" w:rsidP="00CC7DA6">
      <w:pPr>
        <w:rPr>
          <w:b/>
        </w:rPr>
      </w:pPr>
      <w:r w:rsidRPr="00CC7DA6">
        <w:rPr>
          <w:b/>
        </w:rPr>
        <w:t xml:space="preserve">Ihre Stellenanzeige in der </w:t>
      </w:r>
      <w:proofErr w:type="spellStart"/>
      <w:r w:rsidRPr="00CC7DA6">
        <w:rPr>
          <w:b/>
        </w:rPr>
        <w:t>Süddeutschen</w:t>
      </w:r>
      <w:proofErr w:type="spellEnd"/>
      <w:r w:rsidRPr="00CC7DA6">
        <w:rPr>
          <w:b/>
        </w:rPr>
        <w:t xml:space="preserve"> Zeitung vom 14.1.2016</w:t>
      </w:r>
    </w:p>
    <w:p w14:paraId="54DEBF85" w14:textId="77777777" w:rsidR="00CC7DA6" w:rsidRDefault="00CC7DA6" w:rsidP="00CC7DA6"/>
    <w:p w14:paraId="00662B9C" w14:textId="77777777" w:rsidR="00CC7DA6" w:rsidRDefault="00CC7DA6" w:rsidP="00CC7DA6"/>
    <w:p w14:paraId="62A7AE2E" w14:textId="77777777" w:rsidR="00CC7DA6" w:rsidRDefault="00CC7DA6" w:rsidP="00CC7DA6">
      <w:r>
        <w:t>Sehr geehrter Herr Michel,</w:t>
      </w:r>
    </w:p>
    <w:p w14:paraId="6AA3AE6D" w14:textId="77777777" w:rsidR="00CC7DA6" w:rsidRDefault="00CC7DA6" w:rsidP="00CC7DA6"/>
    <w:p w14:paraId="2CF10067" w14:textId="4563F739" w:rsidR="00CC7DA6" w:rsidRDefault="00CC7DA6" w:rsidP="00CC7DA6">
      <w:r>
        <w:t>vielen Dank für das freundliche Telefongespräch und Ihr Interesse an meinen Bewerbungsunte</w:t>
      </w:r>
      <w:r>
        <w:t>r</w:t>
      </w:r>
      <w:r>
        <w:t>lagen. Ihre Stellenanzeige hat mich angesprochen, da mir die Motorenteile Haupt GmbH durch Artikel im Wirtschaftsteil meiner Tageszeitung als erfolgreicher Produzent von Elektronikbaute</w:t>
      </w:r>
      <w:r>
        <w:t>i</w:t>
      </w:r>
      <w:r>
        <w:t>len für Motoren und als Top-Arbeitgeber in der Region bekannt ist.</w:t>
      </w:r>
    </w:p>
    <w:p w14:paraId="246772A1" w14:textId="77777777" w:rsidR="00CC7DA6" w:rsidRDefault="00CC7DA6" w:rsidP="00CC7DA6"/>
    <w:p w14:paraId="7FFBF115" w14:textId="4D2E3E2B" w:rsidR="00CC7DA6" w:rsidRDefault="00CC7DA6" w:rsidP="00CC7DA6">
      <w:r>
        <w:t xml:space="preserve">Ich bin 36 Jahre alt, gelernter Industriekaufmann und Fachkaufmann Einkauf/Materialwirtschaft (IHK). In meiner jetzigen Tätigkeit verantworte ich den Einkauf von Elektronikbauteilen bis zu einem Volumen von 3 Mio. </w:t>
      </w:r>
      <w:r w:rsidRPr="00CC7DA6">
        <w:rPr>
          <w:bCs/>
        </w:rPr>
        <w:t>€</w:t>
      </w:r>
      <w:r w:rsidRPr="00CC7DA6">
        <w:t>.</w:t>
      </w:r>
      <w:r>
        <w:t xml:space="preserve"> Ich habe fundierte Kenntnisse in der Beschaffungsmarktanalyse, Erfahrungen in Kostenoptimierung und Verhandlungsgeschick. Den asiatischen Beschaffung</w:t>
      </w:r>
      <w:r>
        <w:t>s</w:t>
      </w:r>
      <w:r>
        <w:t>markt kenne ich gut. Englisch spreche ich fließ</w:t>
      </w:r>
      <w:r w:rsidR="00776A90">
        <w:t>end, meine Kenntnisse in SAP ERP</w:t>
      </w:r>
      <w:r>
        <w:t xml:space="preserve"> sowie MS Office sind fundiert. Ich arbeite selbstständig, zuverlässig und genau. Die Bereitschaft zu Diens</w:t>
      </w:r>
      <w:r>
        <w:t>t</w:t>
      </w:r>
      <w:r>
        <w:t>reisen bringe ich mit.</w:t>
      </w:r>
    </w:p>
    <w:p w14:paraId="2FA542FC" w14:textId="77777777" w:rsidR="00CC7DA6" w:rsidRDefault="00CC7DA6" w:rsidP="00CC7DA6"/>
    <w:p w14:paraId="546E37B0" w14:textId="668F3499" w:rsidR="00CC7DA6" w:rsidRDefault="00CC7DA6" w:rsidP="00CC7DA6">
      <w:r>
        <w:t xml:space="preserve">Mein heutiger Arbeitgeber muss </w:t>
      </w:r>
      <w:r w:rsidR="00776A90">
        <w:t>sich marktbedingt drastisch</w:t>
      </w:r>
      <w:r>
        <w:t xml:space="preserve"> </w:t>
      </w:r>
      <w:r w:rsidR="00776A90">
        <w:t>verkleinern</w:t>
      </w:r>
      <w:r>
        <w:t>. D</w:t>
      </w:r>
      <w:r w:rsidR="00776A90">
        <w:t>ad</w:t>
      </w:r>
      <w:r>
        <w:t xml:space="preserve">urch </w:t>
      </w:r>
      <w:r w:rsidR="00776A90">
        <w:t>fällt mein Arbeitsplatz zum 30.</w:t>
      </w:r>
      <w:r>
        <w:t xml:space="preserve">6.2016 weg. Deshalb könnte ich Ihnen auch kurzfristig zur </w:t>
      </w:r>
      <w:proofErr w:type="spellStart"/>
      <w:r>
        <w:t>Verfügung</w:t>
      </w:r>
      <w:proofErr w:type="spellEnd"/>
      <w:r>
        <w:t xml:space="preserve"> st</w:t>
      </w:r>
      <w:r>
        <w:t>e</w:t>
      </w:r>
      <w:r>
        <w:t xml:space="preserve">hen. Meine Gehaltsvorstellungen liegen bei … </w:t>
      </w:r>
      <w:r w:rsidRPr="001352F8">
        <w:rPr>
          <w:bCs/>
        </w:rPr>
        <w:t>€</w:t>
      </w:r>
      <w:r>
        <w:rPr>
          <w:b/>
          <w:bCs/>
        </w:rPr>
        <w:t xml:space="preserve"> </w:t>
      </w:r>
      <w:r>
        <w:t>pro Jahr.</w:t>
      </w:r>
    </w:p>
    <w:p w14:paraId="720795BC" w14:textId="77777777" w:rsidR="00CC7DA6" w:rsidRDefault="00CC7DA6" w:rsidP="00CC7DA6"/>
    <w:p w14:paraId="7D2CC627" w14:textId="3DE29E18" w:rsidR="00CC7DA6" w:rsidRDefault="00CC7DA6" w:rsidP="00CC7DA6">
      <w:r>
        <w:t xml:space="preserve">Habe ich Ihr Interesse geweckt? </w:t>
      </w:r>
      <w:proofErr w:type="gramStart"/>
      <w:r>
        <w:t>Weitere</w:t>
      </w:r>
      <w:proofErr w:type="gramEnd"/>
      <w:r>
        <w:t xml:space="preserve"> Fragen beantworte ich Ihnen gern in einem persön</w:t>
      </w:r>
      <w:r w:rsidR="00776A90">
        <w:t>-</w:t>
      </w:r>
      <w:r>
        <w:t>lichen Gespräch. Ich freue mich auf Ihre Antwort.</w:t>
      </w:r>
    </w:p>
    <w:p w14:paraId="2808457C" w14:textId="77777777" w:rsidR="00CC7DA6" w:rsidRDefault="00CC7DA6" w:rsidP="00CC7DA6"/>
    <w:p w14:paraId="39BAB297" w14:textId="20A2A413" w:rsidR="00CC7DA6" w:rsidRDefault="00CC7DA6" w:rsidP="00CC7DA6">
      <w:r>
        <w:t>Mit freundlichen Grüßen</w:t>
      </w:r>
    </w:p>
    <w:p w14:paraId="19FDEFBB" w14:textId="77777777" w:rsidR="00776A90" w:rsidRDefault="00776A90" w:rsidP="00CC7DA6"/>
    <w:p w14:paraId="329AD342" w14:textId="55A79B4E" w:rsidR="0095639B" w:rsidRPr="005405F6" w:rsidRDefault="00776A90" w:rsidP="00CC7DA6">
      <w:pPr>
        <w:pStyle w:val="UnterschriftName"/>
        <w:rPr>
          <w:rFonts w:ascii="Lucida Handwriting" w:hAnsi="Lucida Handwriting"/>
        </w:rPr>
      </w:pPr>
      <w:bookmarkStart w:id="0" w:name="_GoBack"/>
      <w:r w:rsidRPr="005405F6">
        <w:rPr>
          <w:rFonts w:ascii="Lucida Handwriting" w:hAnsi="Lucida Handwriting"/>
        </w:rPr>
        <w:t>Daniel</w:t>
      </w:r>
      <w:r w:rsidR="00CC7DA6" w:rsidRPr="005405F6">
        <w:rPr>
          <w:rFonts w:ascii="Lucida Handwriting" w:hAnsi="Lucida Handwriting"/>
        </w:rPr>
        <w:t xml:space="preserve"> Knappe</w:t>
      </w:r>
      <w:bookmarkEnd w:id="0"/>
    </w:p>
    <w:sectPr w:rsidR="0095639B" w:rsidRPr="005405F6" w:rsidSect="00206FAB">
      <w:pgSz w:w="11906" w:h="16838"/>
      <w:pgMar w:top="1134" w:right="1134" w:bottom="1134" w:left="136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1352F8"/>
    <w:rsid w:val="00206FAB"/>
    <w:rsid w:val="00370185"/>
    <w:rsid w:val="003B7D74"/>
    <w:rsid w:val="004F0647"/>
    <w:rsid w:val="005405F6"/>
    <w:rsid w:val="00631380"/>
    <w:rsid w:val="00770743"/>
    <w:rsid w:val="00776A90"/>
    <w:rsid w:val="008D2E71"/>
    <w:rsid w:val="008D76FD"/>
    <w:rsid w:val="0095639B"/>
    <w:rsid w:val="00A479D8"/>
    <w:rsid w:val="00AE72C8"/>
    <w:rsid w:val="00B14BB3"/>
    <w:rsid w:val="00CC7DA6"/>
    <w:rsid w:val="00E37989"/>
    <w:rsid w:val="00F33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206FAB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206FA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206FAB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206FA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DAF08BF4</Template>
  <TotalTime>0</TotalTime>
  <Pages>1</Pages>
  <Words>231</Words>
  <Characters>1457</Characters>
  <Application>Microsoft Office Word</Application>
  <DocSecurity>0</DocSecurity>
  <Lines>12</Lines>
  <Paragraphs>3</Paragraphs>
  <ScaleCrop>false</ScaleCrop>
  <Company>F G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2016-01-14T14:21:00Z</cp:lastPrinted>
  <dcterms:created xsi:type="dcterms:W3CDTF">2016-01-14T14:21:00Z</dcterms:created>
  <dcterms:modified xsi:type="dcterms:W3CDTF">2016-02-02T07:59:00Z</dcterms:modified>
</cp:coreProperties>
</file>